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3BF792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A9569F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10F15F9" w14:textId="5C00B99D" w:rsidR="0085747A" w:rsidRPr="009C54AE" w:rsidRDefault="0071620A" w:rsidP="00330C8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30C8A" w:rsidRPr="00330C8A">
        <w:rPr>
          <w:rFonts w:ascii="Corbel" w:hAnsi="Corbel"/>
          <w:b/>
          <w:smallCaps/>
          <w:sz w:val="24"/>
          <w:szCs w:val="24"/>
        </w:rPr>
        <w:t>2022-2025</w:t>
      </w:r>
    </w:p>
    <w:p w14:paraId="1ACAEB38" w14:textId="181014B1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E83242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5AE7D2F" w14:textId="046F1173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330C8A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330C8A" w:rsidRPr="00330C8A">
        <w:rPr>
          <w:rFonts w:ascii="Corbel" w:hAnsi="Corbel"/>
          <w:sz w:val="20"/>
          <w:szCs w:val="20"/>
        </w:rPr>
        <w:t>2023/2024</w:t>
      </w:r>
    </w:p>
    <w:p w14:paraId="42057CF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80A8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11EB4AC" w14:textId="77777777" w:rsidTr="00C301EB">
        <w:tc>
          <w:tcPr>
            <w:tcW w:w="2694" w:type="dxa"/>
            <w:vAlign w:val="center"/>
          </w:tcPr>
          <w:p w14:paraId="4ED91EC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7FBA65" w14:textId="469D86E9" w:rsidR="0085747A" w:rsidRPr="00E83242" w:rsidRDefault="00DA1E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83242">
              <w:rPr>
                <w:rFonts w:ascii="Corbel" w:hAnsi="Corbel"/>
                <w:sz w:val="24"/>
                <w:szCs w:val="24"/>
              </w:rPr>
              <w:t>Współczesny parlamentaryzm w Polsce</w:t>
            </w:r>
          </w:p>
        </w:tc>
      </w:tr>
      <w:tr w:rsidR="0085747A" w:rsidRPr="009C54AE" w14:paraId="73F3BB76" w14:textId="77777777" w:rsidTr="00C301EB">
        <w:tc>
          <w:tcPr>
            <w:tcW w:w="2694" w:type="dxa"/>
            <w:vAlign w:val="center"/>
          </w:tcPr>
          <w:p w14:paraId="6205E74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7856801" w14:textId="5EDD3A11" w:rsidR="0085747A" w:rsidRPr="009C54AE" w:rsidRDefault="00C301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</w:t>
            </w:r>
            <w:r w:rsidR="00DA1EB8">
              <w:rPr>
                <w:rFonts w:ascii="Corbel" w:hAnsi="Corbel"/>
                <w:b w:val="0"/>
                <w:sz w:val="24"/>
                <w:szCs w:val="24"/>
              </w:rPr>
              <w:t>35</w:t>
            </w:r>
          </w:p>
        </w:tc>
      </w:tr>
      <w:tr w:rsidR="0085747A" w:rsidRPr="009C54AE" w14:paraId="50878225" w14:textId="77777777" w:rsidTr="00C301EB">
        <w:tc>
          <w:tcPr>
            <w:tcW w:w="2694" w:type="dxa"/>
            <w:vAlign w:val="center"/>
          </w:tcPr>
          <w:p w14:paraId="686B9A8C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314D04B" w14:textId="77C6AC7D" w:rsidR="0085747A" w:rsidRPr="009C54AE" w:rsidRDefault="00C301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BFAB370" w14:textId="77777777" w:rsidTr="00C301EB">
        <w:tc>
          <w:tcPr>
            <w:tcW w:w="2694" w:type="dxa"/>
            <w:vAlign w:val="center"/>
          </w:tcPr>
          <w:p w14:paraId="7998A86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082260D" w14:textId="5A56503D" w:rsidR="0085747A" w:rsidRPr="009C54AE" w:rsidRDefault="00330C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30C8A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bookmarkStart w:id="0" w:name="_GoBack"/>
            <w:bookmarkEnd w:id="0"/>
          </w:p>
        </w:tc>
      </w:tr>
      <w:tr w:rsidR="00C301EB" w:rsidRPr="009C54AE" w14:paraId="74C12DC5" w14:textId="77777777" w:rsidTr="00C301EB">
        <w:tc>
          <w:tcPr>
            <w:tcW w:w="2694" w:type="dxa"/>
            <w:vAlign w:val="center"/>
          </w:tcPr>
          <w:p w14:paraId="6BC2AD1F" w14:textId="77777777" w:rsidR="00C301EB" w:rsidRPr="009C54AE" w:rsidRDefault="00C301EB" w:rsidP="00C301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786B82" w14:textId="020F1F8B" w:rsidR="00C301EB" w:rsidRPr="009C54AE" w:rsidRDefault="00C301EB" w:rsidP="00C30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Politologia</w:t>
            </w:r>
          </w:p>
        </w:tc>
      </w:tr>
      <w:tr w:rsidR="00C301EB" w:rsidRPr="009C54AE" w14:paraId="2F9EF6A4" w14:textId="77777777" w:rsidTr="00C301EB">
        <w:tc>
          <w:tcPr>
            <w:tcW w:w="2694" w:type="dxa"/>
            <w:vAlign w:val="center"/>
          </w:tcPr>
          <w:p w14:paraId="3205CCB6" w14:textId="77777777" w:rsidR="00C301EB" w:rsidRPr="009C54AE" w:rsidRDefault="00C301EB" w:rsidP="00C301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8B3C8F" w14:textId="6B1E1E06" w:rsidR="00C301EB" w:rsidRPr="009C54AE" w:rsidRDefault="00E83242" w:rsidP="00C30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301EB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C301EB" w:rsidRPr="009C54AE" w14:paraId="50468FAC" w14:textId="77777777" w:rsidTr="00C301EB">
        <w:tc>
          <w:tcPr>
            <w:tcW w:w="2694" w:type="dxa"/>
            <w:vAlign w:val="center"/>
          </w:tcPr>
          <w:p w14:paraId="0068D05E" w14:textId="77777777" w:rsidR="00C301EB" w:rsidRPr="009C54AE" w:rsidRDefault="00C301EB" w:rsidP="00C301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00E5102" w14:textId="57A595B8" w:rsidR="00C301EB" w:rsidRPr="009C54AE" w:rsidRDefault="00C301EB" w:rsidP="00C30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C301EB" w:rsidRPr="009C54AE" w14:paraId="00A985E6" w14:textId="77777777" w:rsidTr="00C301EB">
        <w:tc>
          <w:tcPr>
            <w:tcW w:w="2694" w:type="dxa"/>
            <w:vAlign w:val="center"/>
          </w:tcPr>
          <w:p w14:paraId="3E028876" w14:textId="77777777" w:rsidR="00C301EB" w:rsidRPr="009C54AE" w:rsidRDefault="00C301EB" w:rsidP="00C301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239DB95" w14:textId="066D9541" w:rsidR="00C301EB" w:rsidRPr="009C54AE" w:rsidRDefault="00C301EB" w:rsidP="00C30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301EB" w:rsidRPr="009C54AE" w14:paraId="60DFA638" w14:textId="77777777" w:rsidTr="00C301EB">
        <w:tc>
          <w:tcPr>
            <w:tcW w:w="2694" w:type="dxa"/>
            <w:vAlign w:val="center"/>
          </w:tcPr>
          <w:p w14:paraId="028286D4" w14:textId="77777777" w:rsidR="00C301EB" w:rsidRPr="009C54AE" w:rsidRDefault="00C301EB" w:rsidP="00C301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47B14F3" w14:textId="64C0486A" w:rsidR="00C301EB" w:rsidRPr="009C54AE" w:rsidRDefault="00C301EB" w:rsidP="00C30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II, Semestr </w:t>
            </w:r>
            <w:r w:rsidR="00DA1EB8">
              <w:rPr>
                <w:rFonts w:ascii="Corbel" w:hAnsi="Corbel"/>
                <w:b w:val="0"/>
                <w:sz w:val="24"/>
                <w:szCs w:val="24"/>
              </w:rPr>
              <w:t>III</w:t>
            </w:r>
          </w:p>
        </w:tc>
      </w:tr>
      <w:tr w:rsidR="00C301EB" w:rsidRPr="009C54AE" w14:paraId="5CA1C8A1" w14:textId="77777777" w:rsidTr="00C301EB">
        <w:tc>
          <w:tcPr>
            <w:tcW w:w="2694" w:type="dxa"/>
            <w:vAlign w:val="center"/>
          </w:tcPr>
          <w:p w14:paraId="7EF8A3A2" w14:textId="77777777" w:rsidR="00C301EB" w:rsidRPr="009C54AE" w:rsidRDefault="00C301EB" w:rsidP="00C301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AA7045" w14:textId="331915F7" w:rsidR="00C301EB" w:rsidRPr="009C54AE" w:rsidRDefault="00C301EB" w:rsidP="00C30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C301EB" w:rsidRPr="009C54AE" w14:paraId="2FAE5E70" w14:textId="77777777" w:rsidTr="00C301EB">
        <w:tc>
          <w:tcPr>
            <w:tcW w:w="2694" w:type="dxa"/>
            <w:vAlign w:val="center"/>
          </w:tcPr>
          <w:p w14:paraId="459A9FDB" w14:textId="77777777" w:rsidR="00C301EB" w:rsidRPr="009C54AE" w:rsidRDefault="00C301EB" w:rsidP="00C301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7F36674" w14:textId="4A16007A" w:rsidR="00C301EB" w:rsidRPr="009C54AE" w:rsidRDefault="00C301EB" w:rsidP="00C30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301EB" w:rsidRPr="009C54AE" w14:paraId="30A34CDC" w14:textId="77777777" w:rsidTr="00C301EB">
        <w:tc>
          <w:tcPr>
            <w:tcW w:w="2694" w:type="dxa"/>
            <w:vAlign w:val="center"/>
          </w:tcPr>
          <w:p w14:paraId="4F69B08D" w14:textId="77777777" w:rsidR="00C301EB" w:rsidRPr="009C54AE" w:rsidRDefault="00C301EB" w:rsidP="00C301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4A6DE1A" w14:textId="4E682505" w:rsidR="00C301EB" w:rsidRPr="009C54AE" w:rsidRDefault="00F42FEF" w:rsidP="00C30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Maciej Milczanowski</w:t>
            </w:r>
          </w:p>
        </w:tc>
      </w:tr>
      <w:tr w:rsidR="00C301EB" w:rsidRPr="009C54AE" w14:paraId="247C1BED" w14:textId="77777777" w:rsidTr="00C301EB">
        <w:tc>
          <w:tcPr>
            <w:tcW w:w="2694" w:type="dxa"/>
            <w:vAlign w:val="center"/>
          </w:tcPr>
          <w:p w14:paraId="03C85D5B" w14:textId="77777777" w:rsidR="00C301EB" w:rsidRPr="009C54AE" w:rsidRDefault="00C301EB" w:rsidP="00C301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8B21FD6" w14:textId="295B7524" w:rsidR="00C301EB" w:rsidRPr="009C54AE" w:rsidRDefault="00E83242" w:rsidP="00C30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Zgodnie z przydziałem czynności w danym roku akademickim</w:t>
            </w:r>
          </w:p>
        </w:tc>
      </w:tr>
    </w:tbl>
    <w:p w14:paraId="48481C0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167221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C938A0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322CE7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9B7DF2F" w14:textId="77777777" w:rsidTr="00E8324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76D3D" w14:textId="77777777" w:rsidR="00015B8F" w:rsidRDefault="00015B8F" w:rsidP="00E8324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A06BE56" w14:textId="77777777" w:rsidR="00015B8F" w:rsidRPr="009C54AE" w:rsidRDefault="002B5EA0" w:rsidP="00E8324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0DFC7" w14:textId="77777777" w:rsidR="00015B8F" w:rsidRPr="009C54AE" w:rsidRDefault="00015B8F" w:rsidP="00E8324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5BCC5" w14:textId="77777777" w:rsidR="00015B8F" w:rsidRPr="009C54AE" w:rsidRDefault="00015B8F" w:rsidP="00E8324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7A57D" w14:textId="77777777" w:rsidR="00015B8F" w:rsidRPr="009C54AE" w:rsidRDefault="00015B8F" w:rsidP="00E8324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470AC" w14:textId="77777777" w:rsidR="00015B8F" w:rsidRPr="009C54AE" w:rsidRDefault="00015B8F" w:rsidP="00E8324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33C2C" w14:textId="77777777" w:rsidR="00015B8F" w:rsidRPr="009C54AE" w:rsidRDefault="00015B8F" w:rsidP="00E8324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8149E" w14:textId="77777777" w:rsidR="00015B8F" w:rsidRPr="009C54AE" w:rsidRDefault="00015B8F" w:rsidP="00E8324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BA074" w14:textId="77777777" w:rsidR="00015B8F" w:rsidRPr="009C54AE" w:rsidRDefault="00015B8F" w:rsidP="00E8324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75EAE" w14:textId="77777777" w:rsidR="00015B8F" w:rsidRPr="009C54AE" w:rsidRDefault="00015B8F" w:rsidP="00E8324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80797" w14:textId="77777777" w:rsidR="00015B8F" w:rsidRPr="009C54AE" w:rsidRDefault="00015B8F" w:rsidP="00E8324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C0AF700" w14:textId="77777777" w:rsidTr="00E8324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9D1CF" w14:textId="6E4DAE7A" w:rsidR="00015B8F" w:rsidRPr="009C54AE" w:rsidRDefault="00DA1EB8" w:rsidP="00E832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2D3D5" w14:textId="1CA75D08" w:rsidR="00015B8F" w:rsidRPr="009C54AE" w:rsidRDefault="00DA1EB8" w:rsidP="00E832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55FDC" w14:textId="6E2F28E1" w:rsidR="00015B8F" w:rsidRPr="009C54AE" w:rsidRDefault="00DA1EB8" w:rsidP="00E832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275B" w14:textId="704A5525" w:rsidR="00015B8F" w:rsidRPr="009C54AE" w:rsidRDefault="00C301EB" w:rsidP="00E832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19CE3" w14:textId="55E02672" w:rsidR="00015B8F" w:rsidRPr="009C54AE" w:rsidRDefault="00DA1EB8" w:rsidP="00E832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C673C" w14:textId="4975FFBE" w:rsidR="00015B8F" w:rsidRPr="009C54AE" w:rsidRDefault="00C301EB" w:rsidP="00E832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16088" w14:textId="4EE10479" w:rsidR="00015B8F" w:rsidRPr="009C54AE" w:rsidRDefault="00C301EB" w:rsidP="00E832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12548" w14:textId="297577BD" w:rsidR="00015B8F" w:rsidRPr="009C54AE" w:rsidRDefault="00C301EB" w:rsidP="00E832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0403B" w14:textId="1A7F6913" w:rsidR="00015B8F" w:rsidRPr="009C54AE" w:rsidRDefault="00C301EB" w:rsidP="00E832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CE1B1" w14:textId="24EEC875" w:rsidR="00015B8F" w:rsidRPr="009C54AE" w:rsidRDefault="00C301EB" w:rsidP="00E832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E830D9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ADF0E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FFF1EC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94CFB8E" w14:textId="1B1099E4" w:rsidR="0085747A" w:rsidRPr="009C54AE" w:rsidRDefault="00E8324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C301EB">
        <w:rPr>
          <w:rFonts w:ascii="MS Gothic" w:eastAsia="MS Gothic" w:hAnsi="MS Gothic" w:cs="MS Gothic" w:hint="eastAsia"/>
          <w:b w:val="0"/>
          <w:szCs w:val="24"/>
        </w:rPr>
        <w:t>X</w:t>
      </w:r>
      <w:r w:rsidR="00C301EB"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495B5E1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1345F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149738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9E2FAA2" w14:textId="028C04E9" w:rsidR="009C54AE" w:rsidRDefault="00C301E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  <w:t>Zaliczenie z oceną</w:t>
      </w:r>
    </w:p>
    <w:p w14:paraId="73B5EFD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BF06E4" w14:textId="7276A6F2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CEF800F" w14:textId="77777777" w:rsidR="00F70847" w:rsidRPr="009C54AE" w:rsidRDefault="00F7084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44B02F" w14:textId="77777777" w:rsidTr="00745302">
        <w:tc>
          <w:tcPr>
            <w:tcW w:w="9670" w:type="dxa"/>
          </w:tcPr>
          <w:p w14:paraId="14E4595B" w14:textId="4777FF16" w:rsidR="0085747A" w:rsidRPr="009C54AE" w:rsidRDefault="00C301EB" w:rsidP="00C301E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Wiadomości z przedmiotu Bezpieczeństwo Wewnętrzne oraz Siły Zbrojne i polityka obronna RP</w:t>
            </w:r>
          </w:p>
        </w:tc>
      </w:tr>
    </w:tbl>
    <w:p w14:paraId="4127B06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A805AA" w14:textId="6D18045B" w:rsidR="0085747A" w:rsidRPr="00C05F44" w:rsidRDefault="00E83242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0AEE09D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FCA16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EC9930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116E50D" w14:textId="77777777" w:rsidTr="00923D7D">
        <w:tc>
          <w:tcPr>
            <w:tcW w:w="851" w:type="dxa"/>
            <w:vAlign w:val="center"/>
          </w:tcPr>
          <w:p w14:paraId="561AA23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CD67E0" w14:textId="407CCDDD" w:rsidR="0085747A" w:rsidRPr="009C54AE" w:rsidRDefault="00C301E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Prezentacja struktur, funkcji i </w:t>
            </w:r>
            <w:r w:rsidR="0033522F">
              <w:rPr>
                <w:rFonts w:ascii="Corbel" w:hAnsi="Corbel"/>
                <w:b w:val="0"/>
                <w:sz w:val="24"/>
                <w:szCs w:val="24"/>
              </w:rPr>
              <w:t xml:space="preserve">miejsca w systemie demokratycznym </w:t>
            </w:r>
            <w:r w:rsidR="00C43FC0">
              <w:rPr>
                <w:rFonts w:ascii="Corbel" w:hAnsi="Corbel"/>
                <w:b w:val="0"/>
                <w:sz w:val="24"/>
                <w:szCs w:val="24"/>
              </w:rPr>
              <w:t>partii politycznych</w:t>
            </w:r>
          </w:p>
        </w:tc>
      </w:tr>
      <w:tr w:rsidR="0085747A" w:rsidRPr="009C54AE" w14:paraId="03556AD3" w14:textId="77777777" w:rsidTr="00923D7D">
        <w:tc>
          <w:tcPr>
            <w:tcW w:w="851" w:type="dxa"/>
            <w:vAlign w:val="center"/>
          </w:tcPr>
          <w:p w14:paraId="065DF40D" w14:textId="1E5E1DB5" w:rsidR="0085747A" w:rsidRPr="009C54AE" w:rsidRDefault="00C301E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D683F68" w14:textId="150D9E07" w:rsidR="0085747A" w:rsidRPr="009C54AE" w:rsidRDefault="00C301E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</w:t>
            </w:r>
            <w:r w:rsidR="00C43FC0">
              <w:rPr>
                <w:rFonts w:ascii="Corbel" w:hAnsi="Corbel"/>
                <w:b w:val="0"/>
                <w:sz w:val="24"/>
                <w:szCs w:val="24"/>
              </w:rPr>
              <w:t>podstawami systemu parlamentarnego w Polsce</w:t>
            </w:r>
          </w:p>
        </w:tc>
      </w:tr>
      <w:tr w:rsidR="0085747A" w:rsidRPr="009C54AE" w14:paraId="45BA5947" w14:textId="77777777" w:rsidTr="00923D7D">
        <w:tc>
          <w:tcPr>
            <w:tcW w:w="851" w:type="dxa"/>
            <w:vAlign w:val="center"/>
          </w:tcPr>
          <w:p w14:paraId="7EEFE5A8" w14:textId="59D3A218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301E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44A6966" w14:textId="5CE4CEB3" w:rsidR="0085747A" w:rsidRPr="009C54AE" w:rsidRDefault="00C43FC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Przemiany w parlamentaryzmie polskim w ciągu drugiej dekady XXI wieku.</w:t>
            </w:r>
            <w:r w:rsidR="00C301E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18FFCF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D6074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5E33A1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341C745A" w14:textId="77777777" w:rsidTr="00C43FC0">
        <w:tc>
          <w:tcPr>
            <w:tcW w:w="1680" w:type="dxa"/>
            <w:vAlign w:val="center"/>
          </w:tcPr>
          <w:p w14:paraId="6939514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56EF524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635417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43FC0" w:rsidRPr="009C54AE" w14:paraId="7B7EEE76" w14:textId="77777777" w:rsidTr="00C43FC0">
        <w:tc>
          <w:tcPr>
            <w:tcW w:w="1680" w:type="dxa"/>
          </w:tcPr>
          <w:p w14:paraId="2BFAB2A6" w14:textId="4393BD89" w:rsidR="00C43FC0" w:rsidRPr="009C54AE" w:rsidRDefault="00C43FC0" w:rsidP="00236D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5" w:type="dxa"/>
          </w:tcPr>
          <w:p w14:paraId="0D382FE9" w14:textId="2429F3FD" w:rsidR="00C43FC0" w:rsidRPr="0047100A" w:rsidRDefault="00C43FC0" w:rsidP="0047100A">
            <w:pPr>
              <w:spacing w:after="0" w:line="240" w:lineRule="auto"/>
              <w:rPr>
                <w:rFonts w:ascii="Corbel" w:hAnsi="Corbe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Zna i rozumie </w:t>
            </w:r>
            <w:r w:rsidR="0047100A">
              <w:rPr>
                <w:rFonts w:ascii="Corbel" w:hAnsi="Corbel"/>
                <w:color w:val="000000"/>
                <w:sz w:val="24"/>
                <w:szCs w:val="24"/>
              </w:rPr>
              <w:t>zmiany zachodzące w polskim parlamentaryzmie w drugiej dekadzie XXI wieku</w:t>
            </w:r>
          </w:p>
        </w:tc>
        <w:tc>
          <w:tcPr>
            <w:tcW w:w="1865" w:type="dxa"/>
          </w:tcPr>
          <w:p w14:paraId="3F92BD8F" w14:textId="77777777" w:rsidR="00C43FC0" w:rsidRPr="009C54AE" w:rsidRDefault="00C43FC0" w:rsidP="00236D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9C54AE" w14:paraId="2644980E" w14:textId="77777777" w:rsidTr="00C43FC0">
        <w:tc>
          <w:tcPr>
            <w:tcW w:w="1680" w:type="dxa"/>
          </w:tcPr>
          <w:p w14:paraId="42A8748A" w14:textId="0E55C5F0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C43FC0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5" w:type="dxa"/>
          </w:tcPr>
          <w:p w14:paraId="538BB5C9" w14:textId="00DE8902" w:rsidR="0085747A" w:rsidRPr="005B1E29" w:rsidRDefault="00F42F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zasady funkcjonowania systemu </w:t>
            </w:r>
            <w:r w:rsidR="00C43FC0">
              <w:rPr>
                <w:rFonts w:ascii="Corbel" w:hAnsi="Corbel"/>
                <w:b w:val="0"/>
                <w:smallCaps w:val="0"/>
                <w:szCs w:val="24"/>
              </w:rPr>
              <w:t>parlamentarnego w Polsce</w:t>
            </w:r>
          </w:p>
        </w:tc>
        <w:tc>
          <w:tcPr>
            <w:tcW w:w="1865" w:type="dxa"/>
          </w:tcPr>
          <w:p w14:paraId="31C9D030" w14:textId="4DA014BB" w:rsidR="0085747A" w:rsidRPr="009C54AE" w:rsidRDefault="00C301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47100A" w:rsidRPr="009C54AE" w14:paraId="47911AEE" w14:textId="77777777" w:rsidTr="006E4B4C">
        <w:tc>
          <w:tcPr>
            <w:tcW w:w="1680" w:type="dxa"/>
          </w:tcPr>
          <w:p w14:paraId="2DC1659F" w14:textId="6783AD3A" w:rsidR="0047100A" w:rsidRPr="009C54AE" w:rsidRDefault="0047100A" w:rsidP="006E4B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6F645036" w14:textId="677ED619" w:rsidR="0047100A" w:rsidRPr="009C54AE" w:rsidRDefault="0047100A" w:rsidP="006E4B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wyjaśnić przyczyny sukcesów i porażek najważniejszych partii politycznych ostatnich lat w Polsce  </w:t>
            </w:r>
          </w:p>
        </w:tc>
        <w:tc>
          <w:tcPr>
            <w:tcW w:w="1865" w:type="dxa"/>
          </w:tcPr>
          <w:p w14:paraId="76662472" w14:textId="77777777" w:rsidR="0047100A" w:rsidRPr="009C54AE" w:rsidRDefault="0047100A" w:rsidP="006E4B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85747A" w:rsidRPr="009C54AE" w14:paraId="5F48BAC5" w14:textId="77777777" w:rsidTr="00C43FC0">
        <w:tc>
          <w:tcPr>
            <w:tcW w:w="1680" w:type="dxa"/>
          </w:tcPr>
          <w:p w14:paraId="14FC9CC3" w14:textId="297A9F39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301EB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47100A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3A169B8A" w14:textId="4147D8EF" w:rsidR="0085747A" w:rsidRPr="005B1E29" w:rsidRDefault="00F42F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47100A">
              <w:rPr>
                <w:rFonts w:ascii="Corbel" w:hAnsi="Corbel"/>
                <w:b w:val="0"/>
                <w:smallCaps w:val="0"/>
                <w:szCs w:val="24"/>
              </w:rPr>
              <w:t>wykorzystywać metody badawcze dla określania przyczyn wzrostu lub spadku wpływu polityków na społeczeństwo</w:t>
            </w:r>
          </w:p>
        </w:tc>
        <w:tc>
          <w:tcPr>
            <w:tcW w:w="1865" w:type="dxa"/>
          </w:tcPr>
          <w:p w14:paraId="1059C78A" w14:textId="0194104E" w:rsidR="0085747A" w:rsidRPr="009C54AE" w:rsidRDefault="00C301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47100A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47100A" w:rsidRPr="009C54AE" w14:paraId="1A3DEC0F" w14:textId="77777777" w:rsidTr="004041FE">
        <w:tc>
          <w:tcPr>
            <w:tcW w:w="1680" w:type="dxa"/>
          </w:tcPr>
          <w:p w14:paraId="5C06A0D3" w14:textId="77777777" w:rsidR="0047100A" w:rsidRDefault="0047100A" w:rsidP="004041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055499B2" w14:textId="77777777" w:rsidR="0047100A" w:rsidRPr="009C54AE" w:rsidRDefault="0047100A" w:rsidP="004041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uczestniczenia w różnych przejawach działalności parlamentarnej </w:t>
            </w:r>
          </w:p>
        </w:tc>
        <w:tc>
          <w:tcPr>
            <w:tcW w:w="1865" w:type="dxa"/>
          </w:tcPr>
          <w:p w14:paraId="1998E961" w14:textId="77777777" w:rsidR="0047100A" w:rsidRPr="009C54AE" w:rsidRDefault="0047100A" w:rsidP="004041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C301EB" w:rsidRPr="009C54AE" w14:paraId="46A715DC" w14:textId="77777777" w:rsidTr="00C43FC0">
        <w:tc>
          <w:tcPr>
            <w:tcW w:w="1680" w:type="dxa"/>
          </w:tcPr>
          <w:p w14:paraId="51E7224E" w14:textId="0C8CF579" w:rsidR="00C301EB" w:rsidRDefault="00C301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7100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5" w:type="dxa"/>
          </w:tcPr>
          <w:p w14:paraId="2B1BFB08" w14:textId="7A5C04C4" w:rsidR="00C301EB" w:rsidRPr="009C54AE" w:rsidRDefault="00F42F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47100A">
              <w:rPr>
                <w:rFonts w:ascii="Corbel" w:hAnsi="Corbel"/>
                <w:b w:val="0"/>
                <w:smallCaps w:val="0"/>
                <w:szCs w:val="24"/>
              </w:rPr>
              <w:t>podjęcia pracy lub innej formy działalności związanej z polskim parlamentaryzmem</w:t>
            </w:r>
          </w:p>
        </w:tc>
        <w:tc>
          <w:tcPr>
            <w:tcW w:w="1865" w:type="dxa"/>
          </w:tcPr>
          <w:p w14:paraId="6B7A1C93" w14:textId="3F7ADDCA" w:rsidR="00C301EB" w:rsidRPr="009C54AE" w:rsidRDefault="00C301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47100A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</w:tbl>
    <w:p w14:paraId="0431F5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B36CB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D5DB0F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E5AFEC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18880AC" w14:textId="77777777" w:rsidTr="005B1E29">
        <w:tc>
          <w:tcPr>
            <w:tcW w:w="9520" w:type="dxa"/>
          </w:tcPr>
          <w:p w14:paraId="53EDB6B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F349A54" w14:textId="77777777" w:rsidTr="005B1E29">
        <w:tc>
          <w:tcPr>
            <w:tcW w:w="9520" w:type="dxa"/>
          </w:tcPr>
          <w:p w14:paraId="4CBD24AB" w14:textId="4C323C57" w:rsidR="0085747A" w:rsidRPr="009C54AE" w:rsidRDefault="005B1E2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do przedmiotu, omówienie systemu </w:t>
            </w:r>
            <w:r w:rsidR="0047100A">
              <w:rPr>
                <w:rFonts w:ascii="Corbel" w:hAnsi="Corbel"/>
                <w:sz w:val="24"/>
                <w:szCs w:val="24"/>
              </w:rPr>
              <w:t>parlamentarnego Polski</w:t>
            </w:r>
          </w:p>
        </w:tc>
      </w:tr>
      <w:tr w:rsidR="0047100A" w:rsidRPr="009C54AE" w14:paraId="090049F5" w14:textId="77777777" w:rsidTr="005B1E29">
        <w:tc>
          <w:tcPr>
            <w:tcW w:w="9520" w:type="dxa"/>
          </w:tcPr>
          <w:p w14:paraId="1B0424B1" w14:textId="6C6B6749" w:rsidR="0047100A" w:rsidRDefault="0047100A" w:rsidP="004041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Zmiany zachodzące w parlamentaryzmie polskim w ciągu drugiej dekady XXI wieku</w:t>
            </w:r>
          </w:p>
        </w:tc>
      </w:tr>
      <w:tr w:rsidR="005B1E29" w:rsidRPr="009C54AE" w14:paraId="62EA2789" w14:textId="77777777" w:rsidTr="005B1E29">
        <w:tc>
          <w:tcPr>
            <w:tcW w:w="9520" w:type="dxa"/>
          </w:tcPr>
          <w:p w14:paraId="710B8B41" w14:textId="536D6CAB" w:rsidR="005B1E29" w:rsidRPr="009C54AE" w:rsidRDefault="005B1E29" w:rsidP="004041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Ogólna charakterystyka </w:t>
            </w:r>
            <w:r w:rsidR="0047100A">
              <w:rPr>
                <w:rFonts w:ascii="Corbel" w:hAnsi="Corbel"/>
                <w:sz w:val="24"/>
                <w:szCs w:val="24"/>
              </w:rPr>
              <w:t>partii politycznych w Polsce</w:t>
            </w:r>
          </w:p>
        </w:tc>
      </w:tr>
      <w:tr w:rsidR="0047100A" w:rsidRPr="009C54AE" w14:paraId="7B3B24F5" w14:textId="77777777" w:rsidTr="005B1E29">
        <w:tc>
          <w:tcPr>
            <w:tcW w:w="9520" w:type="dxa"/>
          </w:tcPr>
          <w:p w14:paraId="0B5FF4B3" w14:textId="5CB908E0" w:rsidR="0047100A" w:rsidRDefault="0047100A" w:rsidP="004041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Konstrukcja systemu parlamentarnego w Polsce – szczegółowa analiza</w:t>
            </w:r>
          </w:p>
        </w:tc>
      </w:tr>
      <w:tr w:rsidR="0047100A" w:rsidRPr="009C54AE" w14:paraId="17CDA91E" w14:textId="77777777" w:rsidTr="005B1E29">
        <w:tc>
          <w:tcPr>
            <w:tcW w:w="9520" w:type="dxa"/>
          </w:tcPr>
          <w:p w14:paraId="208E8D41" w14:textId="1703F959" w:rsidR="0047100A" w:rsidRDefault="0047100A" w:rsidP="004041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opinii ekspertów nt. wad systemu parlamentarnego w Polsce </w:t>
            </w:r>
          </w:p>
        </w:tc>
      </w:tr>
      <w:tr w:rsidR="0047100A" w:rsidRPr="009C54AE" w14:paraId="1428736B" w14:textId="77777777" w:rsidTr="005B1E29">
        <w:tc>
          <w:tcPr>
            <w:tcW w:w="9520" w:type="dxa"/>
          </w:tcPr>
          <w:p w14:paraId="1D77B35B" w14:textId="04917379" w:rsidR="0047100A" w:rsidRDefault="0047100A" w:rsidP="004041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Oś głównych konfliktów </w:t>
            </w:r>
            <w:r w:rsidR="003B066C">
              <w:rPr>
                <w:rFonts w:ascii="Corbel" w:hAnsi="Corbel"/>
                <w:sz w:val="24"/>
                <w:szCs w:val="24"/>
              </w:rPr>
              <w:t>polskiego życia politycznego</w:t>
            </w:r>
          </w:p>
        </w:tc>
      </w:tr>
      <w:tr w:rsidR="003B066C" w:rsidRPr="009C54AE" w14:paraId="279E2478" w14:textId="77777777" w:rsidTr="005B1E29">
        <w:tc>
          <w:tcPr>
            <w:tcW w:w="9520" w:type="dxa"/>
          </w:tcPr>
          <w:p w14:paraId="4EB5983C" w14:textId="6B3DE5D4" w:rsidR="003B066C" w:rsidRDefault="003B066C" w:rsidP="003B06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Zaplecze prawne, organizacyjne itp. Systemu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parlemntarnego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thinktanki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grona eksperckie, komisje tematyczne itp. </w:t>
            </w:r>
          </w:p>
        </w:tc>
      </w:tr>
    </w:tbl>
    <w:p w14:paraId="02EDFD1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F133F28" w14:textId="099135C3" w:rsidR="0085747A" w:rsidRPr="009C54AE" w:rsidRDefault="0085747A" w:rsidP="005B1E29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3B066C">
        <w:rPr>
          <w:rFonts w:ascii="Corbel" w:hAnsi="Corbel"/>
          <w:sz w:val="24"/>
          <w:szCs w:val="24"/>
        </w:rPr>
        <w:t>ćwiczeń</w:t>
      </w:r>
    </w:p>
    <w:p w14:paraId="206ADFA4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D6A78D8" w14:textId="77777777" w:rsidTr="005B1E29">
        <w:tc>
          <w:tcPr>
            <w:tcW w:w="9520" w:type="dxa"/>
          </w:tcPr>
          <w:p w14:paraId="3F12559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B1E29" w:rsidRPr="009C54AE" w14:paraId="70608DF3" w14:textId="77777777" w:rsidTr="005B1E29">
        <w:tc>
          <w:tcPr>
            <w:tcW w:w="9520" w:type="dxa"/>
          </w:tcPr>
          <w:p w14:paraId="2E00D10C" w14:textId="2760228E" w:rsidR="005B1E29" w:rsidRPr="009C54AE" w:rsidRDefault="005B1E29" w:rsidP="004041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do zajęć, dyskusja nt. systemu </w:t>
            </w:r>
            <w:r w:rsidR="003B066C">
              <w:rPr>
                <w:rFonts w:ascii="Corbel" w:hAnsi="Corbel"/>
                <w:sz w:val="24"/>
                <w:szCs w:val="24"/>
              </w:rPr>
              <w:t>parlamentarnego w Polsce</w:t>
            </w:r>
          </w:p>
        </w:tc>
      </w:tr>
      <w:tr w:rsidR="003B066C" w:rsidRPr="009C54AE" w14:paraId="5129425E" w14:textId="77777777" w:rsidTr="005B1E29">
        <w:tc>
          <w:tcPr>
            <w:tcW w:w="9520" w:type="dxa"/>
          </w:tcPr>
          <w:p w14:paraId="6214C07C" w14:textId="69E75A9F" w:rsidR="003B066C" w:rsidRDefault="003B066C" w:rsidP="004041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Analiza konfliktów politycznych w Polsce</w:t>
            </w:r>
          </w:p>
        </w:tc>
      </w:tr>
      <w:tr w:rsidR="003B066C" w:rsidRPr="009C54AE" w14:paraId="545F6C7B" w14:textId="77777777" w:rsidTr="005B1E29">
        <w:tc>
          <w:tcPr>
            <w:tcW w:w="9520" w:type="dxa"/>
          </w:tcPr>
          <w:p w14:paraId="2461BB69" w14:textId="3C30C4DA" w:rsidR="003B066C" w:rsidRDefault="003B066C" w:rsidP="004041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 trójpodziału władzy w Polsce – teoria vs praktyka</w:t>
            </w:r>
          </w:p>
        </w:tc>
      </w:tr>
      <w:tr w:rsidR="003B066C" w:rsidRPr="009C54AE" w14:paraId="7A7E4E60" w14:textId="77777777" w:rsidTr="005B1E29">
        <w:tc>
          <w:tcPr>
            <w:tcW w:w="9520" w:type="dxa"/>
          </w:tcPr>
          <w:p w14:paraId="30C46C5F" w14:textId="1E24CF57" w:rsidR="003B066C" w:rsidRDefault="003B066C" w:rsidP="004041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 partyjny w Polsce i jego znaczenie dla „jakości” parlamentaryzmu </w:t>
            </w:r>
          </w:p>
        </w:tc>
      </w:tr>
      <w:tr w:rsidR="003B066C" w:rsidRPr="009C54AE" w14:paraId="6353FB55" w14:textId="77777777" w:rsidTr="005B1E29">
        <w:tc>
          <w:tcPr>
            <w:tcW w:w="9520" w:type="dxa"/>
          </w:tcPr>
          <w:p w14:paraId="4568DF86" w14:textId="420D508C" w:rsidR="003B066C" w:rsidRDefault="003B066C" w:rsidP="004041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Zajęcia z techniki prowadzenia debaty – debata Oksfordzka – ćwiczenia z podziałem na role </w:t>
            </w:r>
          </w:p>
        </w:tc>
      </w:tr>
    </w:tbl>
    <w:p w14:paraId="1FC7641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57CEB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6A27F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5EFA7E" w14:textId="76AB90D3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DC7514E" w14:textId="77777777" w:rsidR="00BF36EC" w:rsidRDefault="00BF36EC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0F2C4832" w14:textId="114C6E39" w:rsidR="0085747A" w:rsidRPr="00153C41" w:rsidRDefault="003B066C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Ćwiczenia: metoda dyskusji, debata polityczna z zachowaniem zasad dialogu oraz etyki </w:t>
      </w:r>
    </w:p>
    <w:p w14:paraId="4213AD25" w14:textId="77777777" w:rsidR="00E83242" w:rsidRDefault="00E83242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A95583" w14:textId="4D6BF7F1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D42319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74839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3E9BB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3FD1507" w14:textId="77777777" w:rsidTr="00BF36EC">
        <w:tc>
          <w:tcPr>
            <w:tcW w:w="1962" w:type="dxa"/>
            <w:vAlign w:val="center"/>
          </w:tcPr>
          <w:p w14:paraId="38D5C5C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C10CF6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BF2D05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D3016C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8E7142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F36EC" w:rsidRPr="009C54AE" w14:paraId="6C40A6AF" w14:textId="77777777" w:rsidTr="00BF36EC">
        <w:tc>
          <w:tcPr>
            <w:tcW w:w="1962" w:type="dxa"/>
          </w:tcPr>
          <w:p w14:paraId="7CD1E973" w14:textId="77777777" w:rsidR="00BF36EC" w:rsidRPr="009C54AE" w:rsidRDefault="00BF36EC" w:rsidP="004041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1BF5D1FF" w14:textId="76B382A9" w:rsidR="00BF36EC" w:rsidRPr="0051327D" w:rsidRDefault="0051327D" w:rsidP="004041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1327D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14:paraId="4085E8CC" w14:textId="7C882F9C" w:rsidR="00BF36EC" w:rsidRPr="009C54AE" w:rsidRDefault="0051327D" w:rsidP="004041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BF36EC" w:rsidRPr="009C54AE" w14:paraId="227F7EAA" w14:textId="77777777" w:rsidTr="00BF36EC">
        <w:tc>
          <w:tcPr>
            <w:tcW w:w="1962" w:type="dxa"/>
          </w:tcPr>
          <w:p w14:paraId="074779D8" w14:textId="77777777" w:rsidR="00BF36EC" w:rsidRPr="009C54AE" w:rsidRDefault="00BF36EC" w:rsidP="004041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C1A0718" w14:textId="1C33B7CD" w:rsidR="00BF36EC" w:rsidRPr="0051327D" w:rsidRDefault="0051327D" w:rsidP="004041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1327D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14:paraId="6D8F0353" w14:textId="4853C428" w:rsidR="00BF36EC" w:rsidRPr="009C54AE" w:rsidRDefault="0051327D" w:rsidP="004041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5747A" w:rsidRPr="009C54AE" w14:paraId="02303F19" w14:textId="77777777" w:rsidTr="00BF36EC">
        <w:tc>
          <w:tcPr>
            <w:tcW w:w="1962" w:type="dxa"/>
          </w:tcPr>
          <w:p w14:paraId="0F1C86DC" w14:textId="54A83DFA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 w:rsidR="00BF36EC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546E6D2E" w14:textId="5F2317E5" w:rsidR="0085747A" w:rsidRPr="0051327D" w:rsidRDefault="0051327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1327D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14:paraId="2B5F4D96" w14:textId="740869B2" w:rsidR="0085747A" w:rsidRPr="009C54AE" w:rsidRDefault="0051327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BF36EC" w:rsidRPr="009C54AE" w14:paraId="0F0E3909" w14:textId="77777777" w:rsidTr="004041FE">
        <w:tc>
          <w:tcPr>
            <w:tcW w:w="1962" w:type="dxa"/>
          </w:tcPr>
          <w:p w14:paraId="47F79E79" w14:textId="25CCCA4A" w:rsidR="00BF36EC" w:rsidRPr="009C54AE" w:rsidRDefault="00BF36EC" w:rsidP="004041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01876120" w14:textId="4E19B7E1" w:rsidR="00BF36EC" w:rsidRPr="009C54AE" w:rsidRDefault="003B066C" w:rsidP="004041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Zaliczenie </w:t>
            </w:r>
          </w:p>
        </w:tc>
        <w:tc>
          <w:tcPr>
            <w:tcW w:w="2117" w:type="dxa"/>
          </w:tcPr>
          <w:p w14:paraId="41A5C1F2" w14:textId="09C02645" w:rsidR="00BF36EC" w:rsidRPr="009C54AE" w:rsidRDefault="003B066C" w:rsidP="004041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85747A" w:rsidRPr="009C54AE" w14:paraId="3E134448" w14:textId="77777777" w:rsidTr="00BF36EC">
        <w:tc>
          <w:tcPr>
            <w:tcW w:w="1962" w:type="dxa"/>
          </w:tcPr>
          <w:p w14:paraId="0FF16020" w14:textId="14BADCA4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BF36EC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3A016E64" w14:textId="16A721F4" w:rsidR="0085747A" w:rsidRPr="009C54AE" w:rsidRDefault="003B066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Zaliczenie </w:t>
            </w:r>
          </w:p>
        </w:tc>
        <w:tc>
          <w:tcPr>
            <w:tcW w:w="2117" w:type="dxa"/>
          </w:tcPr>
          <w:p w14:paraId="63F4B6BC" w14:textId="1BFED105" w:rsidR="0085747A" w:rsidRPr="009C54AE" w:rsidRDefault="003B066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3B066C" w:rsidRPr="009C54AE" w14:paraId="628E9E8F" w14:textId="77777777" w:rsidTr="00BF36EC">
        <w:tc>
          <w:tcPr>
            <w:tcW w:w="1962" w:type="dxa"/>
          </w:tcPr>
          <w:p w14:paraId="2F17B133" w14:textId="44319793" w:rsidR="003B066C" w:rsidRPr="009C54AE" w:rsidRDefault="003B066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3AF5BD0E" w14:textId="308B28B8" w:rsidR="003B066C" w:rsidRDefault="003B066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</w:t>
            </w:r>
          </w:p>
        </w:tc>
        <w:tc>
          <w:tcPr>
            <w:tcW w:w="2117" w:type="dxa"/>
          </w:tcPr>
          <w:p w14:paraId="00629F87" w14:textId="7D969F7F" w:rsidR="003B066C" w:rsidRDefault="003B066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042F4CE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A6367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483AF4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F709929" w14:textId="77777777" w:rsidTr="00923D7D">
        <w:tc>
          <w:tcPr>
            <w:tcW w:w="9670" w:type="dxa"/>
          </w:tcPr>
          <w:p w14:paraId="7B295887" w14:textId="603005EE" w:rsidR="0051327D" w:rsidRDefault="0051327D" w:rsidP="0051327D">
            <w:pPr>
              <w:pStyle w:val="Punktygwne"/>
              <w:spacing w:before="0" w:after="0"/>
              <w:rPr>
                <w:sz w:val="20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Egzamin ustny, polegający na odpowiedzi na 3 zadane pytania, </w:t>
            </w:r>
            <w:r>
              <w:rPr>
                <w:sz w:val="20"/>
              </w:rPr>
              <w:t xml:space="preserve">Ostateczna ocena zależna od ilości zebranych punktów, sumaryczna liczba punktów oceniana będzie według schematu: </w:t>
            </w:r>
          </w:p>
          <w:p w14:paraId="7C363737" w14:textId="77777777" w:rsidR="0051327D" w:rsidRDefault="0051327D" w:rsidP="005132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100-90% - 5; </w:t>
            </w:r>
          </w:p>
          <w:p w14:paraId="46F122B4" w14:textId="77777777" w:rsidR="0051327D" w:rsidRDefault="0051327D" w:rsidP="005132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89-80% - 4,5; </w:t>
            </w:r>
          </w:p>
          <w:p w14:paraId="2BCD389F" w14:textId="77777777" w:rsidR="0051327D" w:rsidRDefault="0051327D" w:rsidP="005132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79-70% - 4; </w:t>
            </w:r>
          </w:p>
          <w:p w14:paraId="7B01EE72" w14:textId="77777777" w:rsidR="0051327D" w:rsidRDefault="0051327D" w:rsidP="005132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69-60% - 3,5; </w:t>
            </w:r>
          </w:p>
          <w:p w14:paraId="14257E95" w14:textId="77777777" w:rsidR="0051327D" w:rsidRDefault="0051327D" w:rsidP="005132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59-50% - 3; </w:t>
            </w:r>
          </w:p>
          <w:p w14:paraId="7D75D4A5" w14:textId="77777777" w:rsidR="0051327D" w:rsidRDefault="0051327D" w:rsidP="005132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sz w:val="20"/>
              </w:rPr>
              <w:t>poniżej 50% - 2.</w:t>
            </w:r>
          </w:p>
          <w:p w14:paraId="2C6BB8D3" w14:textId="77777777" w:rsidR="0051327D" w:rsidRPr="00D67960" w:rsidRDefault="0051327D" w:rsidP="005132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AE7CD91" w14:textId="55F6C529" w:rsidR="0085747A" w:rsidRPr="009C54AE" w:rsidRDefault="003B066C" w:rsidP="005132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Ćwiczenie</w:t>
            </w:r>
            <w:r w:rsidR="0051327D"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w formie udziału w Debacie Oksfordzkiej na ocenę. Na kolejnych zajęciach wyłaniane jest jury (prowadzący zajęcia pełni rolę przewodniczącego), oraz zespoły debatujące. Udział w debacie oceniany jest zespołowo oraz indywidualnie. Ostateczna ocena jest składową tych dwóch ocen, frekwencji w zajęciach, aktywności w jury. </w:t>
            </w:r>
          </w:p>
          <w:p w14:paraId="3503020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DB08799" w14:textId="445D0B98" w:rsidR="00E83242" w:rsidRDefault="00E8324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4EB9EB" w14:textId="4092AC7F" w:rsidR="009F4610" w:rsidRPr="009C54AE" w:rsidRDefault="00E83242" w:rsidP="00E83242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column"/>
      </w:r>
      <w:r w:rsidR="0085747A" w:rsidRPr="009C54AE">
        <w:rPr>
          <w:rFonts w:ascii="Corbel" w:hAnsi="Corbel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szCs w:val="24"/>
        </w:rPr>
        <w:t xml:space="preserve">CAŁKOWITY NAKŁAD PRACY STUDENTA POTRZEBNY DO OSIĄGNIĘCIA ZAŁOŻONYCH EFEKTÓW W GODZINACH ORAZ PUNKTACH ECTS </w:t>
      </w:r>
    </w:p>
    <w:p w14:paraId="2F3F553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B647336" w14:textId="77777777" w:rsidTr="003E1941">
        <w:tc>
          <w:tcPr>
            <w:tcW w:w="4962" w:type="dxa"/>
            <w:vAlign w:val="center"/>
          </w:tcPr>
          <w:p w14:paraId="2BB43D6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A5456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C50E269" w14:textId="77777777" w:rsidTr="00923D7D">
        <w:tc>
          <w:tcPr>
            <w:tcW w:w="4962" w:type="dxa"/>
          </w:tcPr>
          <w:p w14:paraId="47A49C9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117E24A" w14:textId="5DD17659" w:rsidR="0085747A" w:rsidRPr="009C54AE" w:rsidRDefault="00872695" w:rsidP="00F7084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C61DC5" w:rsidRPr="009C54AE" w14:paraId="3769E237" w14:textId="77777777" w:rsidTr="00923D7D">
        <w:tc>
          <w:tcPr>
            <w:tcW w:w="4962" w:type="dxa"/>
          </w:tcPr>
          <w:p w14:paraId="260AB27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36D03F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83D6C21" w14:textId="28FAA3D6" w:rsidR="00C61DC5" w:rsidRPr="009C54AE" w:rsidRDefault="00872695" w:rsidP="00F7084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4C278B69" w14:textId="77777777" w:rsidTr="00923D7D">
        <w:tc>
          <w:tcPr>
            <w:tcW w:w="4962" w:type="dxa"/>
          </w:tcPr>
          <w:p w14:paraId="7418229B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CF4913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D73BD07" w14:textId="2CC01447" w:rsidR="00C61DC5" w:rsidRPr="009C54AE" w:rsidRDefault="0051327D" w:rsidP="00F7084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9C54AE" w14:paraId="51F0FDC4" w14:textId="77777777" w:rsidTr="00923D7D">
        <w:tc>
          <w:tcPr>
            <w:tcW w:w="4962" w:type="dxa"/>
          </w:tcPr>
          <w:p w14:paraId="241C1B2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5498E9D" w14:textId="7920F0DE" w:rsidR="0085747A" w:rsidRPr="009C54AE" w:rsidRDefault="0051327D" w:rsidP="00F7084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5ACDE0A1" w14:textId="77777777" w:rsidTr="00923D7D">
        <w:tc>
          <w:tcPr>
            <w:tcW w:w="4962" w:type="dxa"/>
          </w:tcPr>
          <w:p w14:paraId="254435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4B7D0B1" w14:textId="3C04AE5E" w:rsidR="0085747A" w:rsidRPr="009C54AE" w:rsidRDefault="0051327D" w:rsidP="00F7084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72F618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FBD0DC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C6325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885B2B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E43296C" w14:textId="77777777" w:rsidTr="0071620A">
        <w:trPr>
          <w:trHeight w:val="397"/>
        </w:trPr>
        <w:tc>
          <w:tcPr>
            <w:tcW w:w="3544" w:type="dxa"/>
          </w:tcPr>
          <w:p w14:paraId="7C259CB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9F95BCA" w14:textId="56ADD436" w:rsidR="0085747A" w:rsidRPr="009C54AE" w:rsidRDefault="005132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3B865D8E" w14:textId="77777777" w:rsidTr="0071620A">
        <w:trPr>
          <w:trHeight w:val="397"/>
        </w:trPr>
        <w:tc>
          <w:tcPr>
            <w:tcW w:w="3544" w:type="dxa"/>
          </w:tcPr>
          <w:p w14:paraId="71991AA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9A073C7" w14:textId="484953CF" w:rsidR="0085747A" w:rsidRPr="009C54AE" w:rsidRDefault="005132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CBFD64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8BEC0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0EBD0D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F70847" w14:paraId="25723E6E" w14:textId="77777777" w:rsidTr="00E83242">
        <w:trPr>
          <w:trHeight w:val="340"/>
        </w:trPr>
        <w:tc>
          <w:tcPr>
            <w:tcW w:w="7513" w:type="dxa"/>
          </w:tcPr>
          <w:p w14:paraId="212513ED" w14:textId="77777777" w:rsidR="0085747A" w:rsidRPr="00F70847" w:rsidRDefault="0085747A" w:rsidP="00E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084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1B8B130" w14:textId="48B75AC1" w:rsidR="00CD75EA" w:rsidRPr="00F70847" w:rsidRDefault="00EC2D64" w:rsidP="00E83242">
            <w:pPr>
              <w:spacing w:after="0"/>
              <w:rPr>
                <w:i/>
                <w:smallCaps/>
                <w:color w:val="000000"/>
                <w:szCs w:val="24"/>
              </w:rPr>
            </w:pPr>
            <w:r w:rsidRPr="00F70847">
              <w:rPr>
                <w:i/>
                <w:smallCaps/>
                <w:color w:val="000000"/>
                <w:szCs w:val="24"/>
              </w:rPr>
              <w:t>Szczerbiński H., Parlamentaryzm polski: uwarunkowania gospodarcze i polityczne, Warszawa 2007.</w:t>
            </w:r>
          </w:p>
        </w:tc>
      </w:tr>
      <w:tr w:rsidR="0085747A" w:rsidRPr="00F70847" w14:paraId="4ADCAA58" w14:textId="77777777" w:rsidTr="00E83242">
        <w:trPr>
          <w:trHeight w:val="340"/>
        </w:trPr>
        <w:tc>
          <w:tcPr>
            <w:tcW w:w="7513" w:type="dxa"/>
          </w:tcPr>
          <w:p w14:paraId="4B921C8C" w14:textId="77777777" w:rsidR="00CD75EA" w:rsidRPr="00F70847" w:rsidRDefault="0085747A" w:rsidP="00E83242">
            <w:pPr>
              <w:spacing w:after="0"/>
              <w:rPr>
                <w:sz w:val="24"/>
                <w:szCs w:val="24"/>
              </w:rPr>
            </w:pPr>
            <w:r w:rsidRPr="00F70847">
              <w:rPr>
                <w:sz w:val="24"/>
                <w:szCs w:val="24"/>
              </w:rPr>
              <w:t xml:space="preserve">Literatura uzupełniająca: </w:t>
            </w:r>
          </w:p>
          <w:p w14:paraId="77F3AA6D" w14:textId="77777777" w:rsidR="00087134" w:rsidRPr="00F70847" w:rsidRDefault="00087134" w:rsidP="00E83242">
            <w:pPr>
              <w:spacing w:after="0"/>
              <w:rPr>
                <w:i/>
                <w:smallCaps/>
                <w:color w:val="000000"/>
                <w:szCs w:val="24"/>
              </w:rPr>
            </w:pPr>
            <w:proofErr w:type="spellStart"/>
            <w:r w:rsidRPr="00F70847">
              <w:rPr>
                <w:i/>
                <w:smallCaps/>
                <w:color w:val="000000"/>
                <w:szCs w:val="24"/>
              </w:rPr>
              <w:t>MołdawaT</w:t>
            </w:r>
            <w:proofErr w:type="spellEnd"/>
            <w:r w:rsidRPr="00F70847">
              <w:rPr>
                <w:i/>
                <w:smallCaps/>
                <w:color w:val="000000"/>
                <w:szCs w:val="24"/>
              </w:rPr>
              <w:t>., Parlamentaryzm w świecie współczesnym : Między ideą a rzeczywistością, Warszawa 2011</w:t>
            </w:r>
          </w:p>
          <w:p w14:paraId="1224C8A3" w14:textId="77777777" w:rsidR="00087134" w:rsidRPr="00F70847" w:rsidRDefault="00087134" w:rsidP="00E83242">
            <w:pPr>
              <w:spacing w:after="0"/>
              <w:rPr>
                <w:i/>
                <w:smallCaps/>
                <w:color w:val="000000"/>
                <w:szCs w:val="24"/>
              </w:rPr>
            </w:pPr>
            <w:r w:rsidRPr="00F70847">
              <w:rPr>
                <w:i/>
                <w:smallCaps/>
                <w:color w:val="000000"/>
                <w:szCs w:val="24"/>
              </w:rPr>
              <w:t>Balicki Z., Parlamentaryzm: wybór pism, Kraków 2008.</w:t>
            </w:r>
          </w:p>
          <w:p w14:paraId="0C2E3E19" w14:textId="77777777" w:rsidR="00087134" w:rsidRPr="00F70847" w:rsidRDefault="00087134" w:rsidP="00E83242">
            <w:pPr>
              <w:spacing w:after="0"/>
              <w:rPr>
                <w:i/>
                <w:smallCaps/>
                <w:color w:val="000000"/>
                <w:szCs w:val="24"/>
              </w:rPr>
            </w:pPr>
            <w:r w:rsidRPr="00F70847">
              <w:rPr>
                <w:i/>
                <w:smallCaps/>
                <w:color w:val="000000"/>
                <w:szCs w:val="24"/>
              </w:rPr>
              <w:t>Paździor M. (red.), Wybrane aspekty parlamentaryzmu zracjonalizowanego, Lublin 2011.</w:t>
            </w:r>
          </w:p>
          <w:p w14:paraId="26FD42B0" w14:textId="77777777" w:rsidR="00EC2D64" w:rsidRPr="00F70847" w:rsidRDefault="00EC2D64" w:rsidP="00E83242">
            <w:pPr>
              <w:spacing w:after="0"/>
              <w:rPr>
                <w:i/>
                <w:smallCaps/>
                <w:color w:val="000000"/>
                <w:szCs w:val="24"/>
              </w:rPr>
            </w:pPr>
            <w:r w:rsidRPr="00F70847">
              <w:rPr>
                <w:i/>
                <w:smallCaps/>
                <w:color w:val="000000"/>
                <w:szCs w:val="24"/>
              </w:rPr>
              <w:t>Kornat M., 550 lat parlamentaryzmu Rzeczypospolitej, Warszawa 2018.</w:t>
            </w:r>
          </w:p>
          <w:p w14:paraId="306A75AB" w14:textId="77777777" w:rsidR="00EC2D64" w:rsidRPr="00F70847" w:rsidRDefault="00EC2D64" w:rsidP="00E83242">
            <w:pPr>
              <w:spacing w:after="0"/>
              <w:rPr>
                <w:i/>
                <w:smallCaps/>
                <w:color w:val="000000"/>
                <w:szCs w:val="24"/>
              </w:rPr>
            </w:pPr>
            <w:r w:rsidRPr="00F70847">
              <w:rPr>
                <w:i/>
                <w:smallCaps/>
                <w:color w:val="000000"/>
                <w:szCs w:val="24"/>
              </w:rPr>
              <w:t>Leśnodorski B., Parlamentaryzm w Polsce, Kraków 1947.</w:t>
            </w:r>
          </w:p>
          <w:p w14:paraId="2AD1BA16" w14:textId="03949264" w:rsidR="00EC2D64" w:rsidRPr="00F70847" w:rsidRDefault="00EC2D64" w:rsidP="00E83242">
            <w:pPr>
              <w:spacing w:after="0"/>
              <w:rPr>
                <w:rFonts w:ascii="Corbel" w:hAnsi="Corbel"/>
                <w:i/>
                <w:smallCaps/>
                <w:color w:val="000000"/>
                <w:szCs w:val="24"/>
              </w:rPr>
            </w:pPr>
            <w:proofErr w:type="spellStart"/>
            <w:r w:rsidRPr="00F70847">
              <w:rPr>
                <w:i/>
                <w:smallCaps/>
                <w:color w:val="000000"/>
                <w:szCs w:val="24"/>
              </w:rPr>
              <w:t>Ajnenkiel</w:t>
            </w:r>
            <w:proofErr w:type="spellEnd"/>
            <w:r w:rsidRPr="00F70847">
              <w:rPr>
                <w:i/>
                <w:smallCaps/>
                <w:color w:val="000000"/>
                <w:szCs w:val="24"/>
              </w:rPr>
              <w:t xml:space="preserve"> A., Parlamentaryzm II Rzeczypospolitej, Warszawa 1975.</w:t>
            </w:r>
          </w:p>
        </w:tc>
      </w:tr>
    </w:tbl>
    <w:p w14:paraId="0E7FCF55" w14:textId="77777777" w:rsidR="0085747A" w:rsidRPr="00EC2D6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41AFCB" w14:textId="77777777" w:rsidR="0085747A" w:rsidRPr="00EC2D6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01D64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0B6A47" w14:textId="77777777" w:rsidR="00677216" w:rsidRDefault="00677216" w:rsidP="00C16ABF">
      <w:pPr>
        <w:spacing w:after="0" w:line="240" w:lineRule="auto"/>
      </w:pPr>
      <w:r>
        <w:separator/>
      </w:r>
    </w:p>
  </w:endnote>
  <w:endnote w:type="continuationSeparator" w:id="0">
    <w:p w14:paraId="39B62F92" w14:textId="77777777" w:rsidR="00677216" w:rsidRDefault="0067721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675C26" w14:textId="77777777" w:rsidR="00677216" w:rsidRDefault="00677216" w:rsidP="00C16ABF">
      <w:pPr>
        <w:spacing w:after="0" w:line="240" w:lineRule="auto"/>
      </w:pPr>
      <w:r>
        <w:separator/>
      </w:r>
    </w:p>
  </w:footnote>
  <w:footnote w:type="continuationSeparator" w:id="0">
    <w:p w14:paraId="557F99AF" w14:textId="77777777" w:rsidR="00677216" w:rsidRDefault="00677216" w:rsidP="00C16ABF">
      <w:pPr>
        <w:spacing w:after="0" w:line="240" w:lineRule="auto"/>
      </w:pPr>
      <w:r>
        <w:continuationSeparator/>
      </w:r>
    </w:p>
  </w:footnote>
  <w:footnote w:id="1">
    <w:p w14:paraId="2D30A0F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011F8B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6725C2"/>
    <w:multiLevelType w:val="hybridMultilevel"/>
    <w:tmpl w:val="661497C2"/>
    <w:lvl w:ilvl="0" w:tplc="714A9674">
      <w:start w:val="1"/>
      <w:numFmt w:val="decimal"/>
      <w:lvlText w:val="%1."/>
      <w:lvlJc w:val="left"/>
      <w:pPr>
        <w:ind w:left="17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50A8DF8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01A664C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A86A5E4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122A792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A7EE614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0C0865E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24A2016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EC21506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7134"/>
    <w:rsid w:val="0009462C"/>
    <w:rsid w:val="00094B12"/>
    <w:rsid w:val="00095133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7FE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0C8A"/>
    <w:rsid w:val="003343CF"/>
    <w:rsid w:val="0033522F"/>
    <w:rsid w:val="00346FE9"/>
    <w:rsid w:val="0034759A"/>
    <w:rsid w:val="003503F6"/>
    <w:rsid w:val="003530DD"/>
    <w:rsid w:val="00363F78"/>
    <w:rsid w:val="003A0A5B"/>
    <w:rsid w:val="003A1176"/>
    <w:rsid w:val="003B066C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00A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27D"/>
    <w:rsid w:val="00513B6F"/>
    <w:rsid w:val="00517C63"/>
    <w:rsid w:val="005363C4"/>
    <w:rsid w:val="00536BDE"/>
    <w:rsid w:val="0054127F"/>
    <w:rsid w:val="00543ACC"/>
    <w:rsid w:val="0056696D"/>
    <w:rsid w:val="0059484D"/>
    <w:rsid w:val="005A0855"/>
    <w:rsid w:val="005A133C"/>
    <w:rsid w:val="005A3196"/>
    <w:rsid w:val="005B1E29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7216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72695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680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1855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276F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36EC"/>
    <w:rsid w:val="00C058B4"/>
    <w:rsid w:val="00C05F44"/>
    <w:rsid w:val="00C131B5"/>
    <w:rsid w:val="00C16ABF"/>
    <w:rsid w:val="00C170AE"/>
    <w:rsid w:val="00C26CB7"/>
    <w:rsid w:val="00C301EB"/>
    <w:rsid w:val="00C324C1"/>
    <w:rsid w:val="00C36992"/>
    <w:rsid w:val="00C43FC0"/>
    <w:rsid w:val="00C56036"/>
    <w:rsid w:val="00C61DC5"/>
    <w:rsid w:val="00C67E92"/>
    <w:rsid w:val="00C70A26"/>
    <w:rsid w:val="00C766DF"/>
    <w:rsid w:val="00C94115"/>
    <w:rsid w:val="00C94B98"/>
    <w:rsid w:val="00CA2B96"/>
    <w:rsid w:val="00CA5089"/>
    <w:rsid w:val="00CA56E5"/>
    <w:rsid w:val="00CB56E5"/>
    <w:rsid w:val="00CD6897"/>
    <w:rsid w:val="00CD75EA"/>
    <w:rsid w:val="00CE5BAC"/>
    <w:rsid w:val="00CF25BE"/>
    <w:rsid w:val="00CF78ED"/>
    <w:rsid w:val="00D02B25"/>
    <w:rsid w:val="00D02EBA"/>
    <w:rsid w:val="00D10B5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1EB8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3242"/>
    <w:rsid w:val="00E960BB"/>
    <w:rsid w:val="00EA2074"/>
    <w:rsid w:val="00EA4832"/>
    <w:rsid w:val="00EA4E9D"/>
    <w:rsid w:val="00EB17C6"/>
    <w:rsid w:val="00EB36DE"/>
    <w:rsid w:val="00EC2D64"/>
    <w:rsid w:val="00EC4899"/>
    <w:rsid w:val="00ED03AB"/>
    <w:rsid w:val="00ED32D2"/>
    <w:rsid w:val="00EE32DE"/>
    <w:rsid w:val="00EE5457"/>
    <w:rsid w:val="00F070AB"/>
    <w:rsid w:val="00F17567"/>
    <w:rsid w:val="00F27A7B"/>
    <w:rsid w:val="00F42FEF"/>
    <w:rsid w:val="00F526AF"/>
    <w:rsid w:val="00F617C3"/>
    <w:rsid w:val="00F7066B"/>
    <w:rsid w:val="00F70847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5FFE1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9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050C5-A10A-4BFE-82BD-440CC6BF6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46</TotalTime>
  <Pages>4</Pages>
  <Words>883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Pikus Anna</cp:lastModifiedBy>
  <cp:revision>8</cp:revision>
  <cp:lastPrinted>2019-02-06T12:12:00Z</cp:lastPrinted>
  <dcterms:created xsi:type="dcterms:W3CDTF">2021-02-05T10:22:00Z</dcterms:created>
  <dcterms:modified xsi:type="dcterms:W3CDTF">2022-05-25T10:57:00Z</dcterms:modified>
</cp:coreProperties>
</file>